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D161A" w14:textId="0246197A" w:rsidR="00CA01AC" w:rsidRPr="00BF2612" w:rsidRDefault="005B43C8" w:rsidP="00CA01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  <w:r>
        <w:rPr>
          <w:rFonts w:eastAsia="Times New Roman" w:cs="Times New Roman"/>
          <w:lang w:eastAsia="cs-CZ"/>
        </w:rPr>
        <w:t>Příloha č. 3 Rámcové dohody</w:t>
      </w:r>
    </w:p>
    <w:p w14:paraId="5395A3BC" w14:textId="0EA66161" w:rsidR="00CA01AC" w:rsidRPr="00BF2612" w:rsidRDefault="005B43C8" w:rsidP="00CA01AC">
      <w:pPr>
        <w:pStyle w:val="Nadpis1"/>
      </w:pPr>
      <w:r>
        <w:t>Jednotkový ceník dodávaného zboží</w:t>
      </w:r>
    </w:p>
    <w:p w14:paraId="2EB7374B" w14:textId="77777777" w:rsidR="00CA01AC" w:rsidRPr="00BF2612" w:rsidRDefault="00CA01AC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45D10379" w14:textId="15270D73" w:rsidR="00CA01AC" w:rsidRDefault="00CA01AC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163BB0B9" w14:textId="3102A657" w:rsidR="005B43C8" w:rsidRDefault="005B43C8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W w:w="836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5"/>
        <w:gridCol w:w="1185"/>
        <w:gridCol w:w="1636"/>
        <w:gridCol w:w="2130"/>
      </w:tblGrid>
      <w:tr w:rsidR="005B43C8" w:rsidRPr="008D23D5" w14:paraId="235F92EB" w14:textId="77777777" w:rsidTr="005B43C8">
        <w:trPr>
          <w:trHeight w:val="1373"/>
        </w:trPr>
        <w:tc>
          <w:tcPr>
            <w:tcW w:w="3416" w:type="dxa"/>
            <w:shd w:val="clear" w:color="auto" w:fill="auto"/>
            <w:vAlign w:val="center"/>
            <w:hideMark/>
          </w:tcPr>
          <w:p w14:paraId="5A33467F" w14:textId="77777777" w:rsidR="005B43C8" w:rsidRPr="006048C7" w:rsidRDefault="005B43C8" w:rsidP="005B43C8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Název a druh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výstražného oděvu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14:paraId="7C2455D1" w14:textId="77777777" w:rsidR="005B43C8" w:rsidRPr="006048C7" w:rsidRDefault="005B43C8" w:rsidP="002D518F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Předpokládané množství (v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kusech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8FD3168" w14:textId="77777777" w:rsidR="005B43C8" w:rsidRPr="006048C7" w:rsidRDefault="005B43C8" w:rsidP="002D518F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(bez DPH)</w:t>
            </w:r>
          </w:p>
        </w:tc>
        <w:tc>
          <w:tcPr>
            <w:tcW w:w="2129" w:type="dxa"/>
            <w:shd w:val="clear" w:color="auto" w:fill="auto"/>
            <w:vAlign w:val="center"/>
          </w:tcPr>
          <w:p w14:paraId="0768CE96" w14:textId="77777777" w:rsidR="005B43C8" w:rsidRPr="006048C7" w:rsidRDefault="005B43C8" w:rsidP="002D518F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Celková nabídková cena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bez DPH</w:t>
            </w:r>
          </w:p>
        </w:tc>
      </w:tr>
      <w:tr w:rsidR="005B43C8" w:rsidRPr="001F33F5" w14:paraId="09CAD195" w14:textId="77777777" w:rsidTr="005B43C8">
        <w:trPr>
          <w:trHeight w:val="495"/>
        </w:trPr>
        <w:tc>
          <w:tcPr>
            <w:tcW w:w="3416" w:type="dxa"/>
            <w:shd w:val="clear" w:color="auto" w:fill="auto"/>
            <w:vAlign w:val="center"/>
            <w:hideMark/>
          </w:tcPr>
          <w:p w14:paraId="249404E2" w14:textId="77777777" w:rsidR="005B43C8" w:rsidRPr="004A6709" w:rsidRDefault="005B43C8" w:rsidP="002D518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Bunda zimní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5D8C1ED4" w14:textId="2994F54D" w:rsidR="005B43C8" w:rsidRPr="004A6709" w:rsidRDefault="005B43C8" w:rsidP="00486DF8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</w:t>
            </w:r>
            <w:r w:rsidR="00486DF8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7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00</w:t>
            </w:r>
          </w:p>
        </w:tc>
        <w:tc>
          <w:tcPr>
            <w:tcW w:w="1636" w:type="dxa"/>
            <w:shd w:val="clear" w:color="auto" w:fill="auto"/>
          </w:tcPr>
          <w:p w14:paraId="638784DA" w14:textId="77777777" w:rsidR="005B43C8" w:rsidRPr="004A6709" w:rsidRDefault="005B43C8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29" w:type="dxa"/>
            <w:shd w:val="clear" w:color="auto" w:fill="auto"/>
          </w:tcPr>
          <w:p w14:paraId="6C1EEBE0" w14:textId="77777777" w:rsidR="005B43C8" w:rsidRPr="004A6709" w:rsidRDefault="005B43C8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</w:tr>
      <w:tr w:rsidR="005B43C8" w:rsidRPr="001F33F5" w14:paraId="5AE3A85F" w14:textId="77777777" w:rsidTr="005B43C8">
        <w:trPr>
          <w:trHeight w:val="495"/>
        </w:trPr>
        <w:tc>
          <w:tcPr>
            <w:tcW w:w="3416" w:type="dxa"/>
            <w:shd w:val="clear" w:color="auto" w:fill="auto"/>
            <w:vAlign w:val="center"/>
          </w:tcPr>
          <w:p w14:paraId="44D6F235" w14:textId="77777777" w:rsidR="005B43C8" w:rsidRDefault="005B43C8" w:rsidP="002D518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Kalhoty zimní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0516B41F" w14:textId="0D12EDF0" w:rsidR="005B43C8" w:rsidRDefault="00486DF8" w:rsidP="002D518F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7</w:t>
            </w:r>
            <w:r w:rsidR="005B43C8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00</w:t>
            </w:r>
          </w:p>
        </w:tc>
        <w:tc>
          <w:tcPr>
            <w:tcW w:w="1636" w:type="dxa"/>
            <w:shd w:val="clear" w:color="auto" w:fill="auto"/>
          </w:tcPr>
          <w:p w14:paraId="5308CD12" w14:textId="77777777" w:rsidR="005B43C8" w:rsidRPr="004A6709" w:rsidRDefault="005B43C8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29" w:type="dxa"/>
            <w:shd w:val="clear" w:color="auto" w:fill="auto"/>
          </w:tcPr>
          <w:p w14:paraId="038FDF80" w14:textId="77777777" w:rsidR="005B43C8" w:rsidRPr="004A6709" w:rsidRDefault="005B43C8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</w:tr>
      <w:tr w:rsidR="005B43C8" w:rsidRPr="001F33F5" w14:paraId="6247BA02" w14:textId="77777777" w:rsidTr="005B43C8">
        <w:trPr>
          <w:trHeight w:val="495"/>
        </w:trPr>
        <w:tc>
          <w:tcPr>
            <w:tcW w:w="3416" w:type="dxa"/>
            <w:shd w:val="clear" w:color="auto" w:fill="auto"/>
            <w:vAlign w:val="center"/>
          </w:tcPr>
          <w:p w14:paraId="6ABF3D25" w14:textId="77777777" w:rsidR="005B43C8" w:rsidRDefault="005B43C8" w:rsidP="002D518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Plášť výstražný nepromokavý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45999F37" w14:textId="35EAF59D" w:rsidR="005B43C8" w:rsidRDefault="005B43C8" w:rsidP="00486DF8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</w:t>
            </w:r>
            <w:r w:rsidR="00486DF8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6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00</w:t>
            </w:r>
          </w:p>
        </w:tc>
        <w:tc>
          <w:tcPr>
            <w:tcW w:w="1636" w:type="dxa"/>
            <w:shd w:val="clear" w:color="auto" w:fill="auto"/>
          </w:tcPr>
          <w:p w14:paraId="317DD49A" w14:textId="77777777" w:rsidR="005B43C8" w:rsidRPr="004A6709" w:rsidRDefault="005B43C8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29" w:type="dxa"/>
            <w:shd w:val="clear" w:color="auto" w:fill="auto"/>
          </w:tcPr>
          <w:p w14:paraId="41EE90DF" w14:textId="77777777" w:rsidR="005B43C8" w:rsidRPr="004A6709" w:rsidRDefault="005B43C8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</w:tr>
      <w:tr w:rsidR="005B43C8" w:rsidRPr="001F33F5" w14:paraId="52DDFBB1" w14:textId="77777777" w:rsidTr="005B43C8">
        <w:trPr>
          <w:trHeight w:val="495"/>
        </w:trPr>
        <w:tc>
          <w:tcPr>
            <w:tcW w:w="3416" w:type="dxa"/>
            <w:shd w:val="clear" w:color="auto" w:fill="auto"/>
            <w:vAlign w:val="center"/>
          </w:tcPr>
          <w:p w14:paraId="74B7BDE2" w14:textId="77777777" w:rsidR="005B43C8" w:rsidRDefault="005B43C8" w:rsidP="002D518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Kalhoty výstražné nepromokavé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47FC7B2A" w14:textId="7E41D39C" w:rsidR="005B43C8" w:rsidRDefault="00486DF8" w:rsidP="002D518F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35</w:t>
            </w:r>
            <w:r w:rsidR="005B43C8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636" w:type="dxa"/>
            <w:shd w:val="clear" w:color="auto" w:fill="auto"/>
          </w:tcPr>
          <w:p w14:paraId="3C0DE209" w14:textId="77777777" w:rsidR="005B43C8" w:rsidRPr="004A6709" w:rsidRDefault="005B43C8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29" w:type="dxa"/>
            <w:shd w:val="clear" w:color="auto" w:fill="auto"/>
          </w:tcPr>
          <w:p w14:paraId="32332DE1" w14:textId="77777777" w:rsidR="005B43C8" w:rsidRPr="004A6709" w:rsidRDefault="005B43C8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</w:tr>
      <w:tr w:rsidR="005B43C8" w14:paraId="4123888C" w14:textId="7A5B88B2" w:rsidTr="005B43C8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3416" w:type="dxa"/>
            <w:tcBorders>
              <w:right w:val="nil"/>
            </w:tcBorders>
            <w:shd w:val="clear" w:color="auto" w:fill="auto"/>
          </w:tcPr>
          <w:p w14:paraId="290DA565" w14:textId="77777777" w:rsidR="005B43C8" w:rsidRPr="005C145F" w:rsidRDefault="005B43C8" w:rsidP="002D518F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5C145F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 v Kč bez DPH</w:t>
            </w:r>
          </w:p>
        </w:tc>
        <w:tc>
          <w:tcPr>
            <w:tcW w:w="2820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7FE2186" w14:textId="77777777" w:rsidR="005B43C8" w:rsidRDefault="005B43C8" w:rsidP="005B43C8">
            <w:pPr>
              <w:spacing w:line="240" w:lineRule="auto"/>
            </w:pPr>
          </w:p>
        </w:tc>
        <w:tc>
          <w:tcPr>
            <w:tcW w:w="2130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4980E6D" w14:textId="77777777" w:rsidR="005B43C8" w:rsidRDefault="005B43C8" w:rsidP="005B43C8">
            <w:pPr>
              <w:spacing w:line="240" w:lineRule="auto"/>
            </w:pPr>
          </w:p>
        </w:tc>
      </w:tr>
    </w:tbl>
    <w:p w14:paraId="4DB4218F" w14:textId="77777777" w:rsidR="005B43C8" w:rsidRPr="00BF2612" w:rsidRDefault="005B43C8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sectPr w:rsidR="005B43C8" w:rsidRPr="00BF2612" w:rsidSect="005B43C8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D0CBF" w14:textId="77777777" w:rsidR="00337739" w:rsidRDefault="00337739" w:rsidP="00962258">
      <w:pPr>
        <w:spacing w:after="0" w:line="240" w:lineRule="auto"/>
      </w:pPr>
      <w:r>
        <w:separator/>
      </w:r>
    </w:p>
  </w:endnote>
  <w:endnote w:type="continuationSeparator" w:id="0">
    <w:p w14:paraId="16322D51" w14:textId="77777777" w:rsidR="00337739" w:rsidRDefault="0033773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5E1CC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FCB2BA" w14:textId="31247E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27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07D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61560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2D12F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53D8D2E" w14:textId="77777777" w:rsidR="00F1715C" w:rsidRDefault="00F1715C" w:rsidP="00D831A3">
          <w:pPr>
            <w:pStyle w:val="Zpat"/>
          </w:pPr>
        </w:p>
      </w:tc>
    </w:tr>
  </w:tbl>
  <w:p w14:paraId="06834DA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4A936B9" wp14:editId="3AA511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1EAAF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9ABA0D4" wp14:editId="7845D8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D1F89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67EFE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23D49D3" w14:textId="43EFEC8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07D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07D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46009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C90772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37905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7A8776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4F872B2" w14:textId="69EABAC6" w:rsidR="00F1715C" w:rsidRDefault="00276140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6A54E1D1" w14:textId="77777777" w:rsidR="00F1715C" w:rsidRDefault="00F1715C" w:rsidP="00460660">
          <w:pPr>
            <w:pStyle w:val="Zpat"/>
          </w:pPr>
        </w:p>
      </w:tc>
    </w:tr>
  </w:tbl>
  <w:p w14:paraId="0F6A8C9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44A7409" wp14:editId="275252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FCE691" id="Straight Connector 7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2CA720" wp14:editId="781424D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75A1B3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4E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A6467" w14:textId="77777777" w:rsidR="00337739" w:rsidRDefault="00337739" w:rsidP="00962258">
      <w:pPr>
        <w:spacing w:after="0" w:line="240" w:lineRule="auto"/>
      </w:pPr>
      <w:r>
        <w:separator/>
      </w:r>
    </w:p>
  </w:footnote>
  <w:footnote w:type="continuationSeparator" w:id="0">
    <w:p w14:paraId="548BC6D0" w14:textId="77777777" w:rsidR="00337739" w:rsidRDefault="0033773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C50DC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3FC37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39DA5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79DAA1" w14:textId="77777777" w:rsidR="00F1715C" w:rsidRPr="00D6163D" w:rsidRDefault="00F1715C" w:rsidP="00D6163D">
          <w:pPr>
            <w:pStyle w:val="Druhdokumentu"/>
          </w:pPr>
        </w:p>
      </w:tc>
    </w:tr>
  </w:tbl>
  <w:p w14:paraId="34AD98F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4F33BA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C7EE2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07424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8672E9" w14:textId="77777777" w:rsidR="00F1715C" w:rsidRPr="00D6163D" w:rsidRDefault="00F1715C" w:rsidP="00FC6389">
          <w:pPr>
            <w:pStyle w:val="Druhdokumentu"/>
          </w:pPr>
        </w:p>
      </w:tc>
    </w:tr>
    <w:tr w:rsidR="009F392E" w14:paraId="21F1871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245060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0544D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2F919A" w14:textId="77777777" w:rsidR="009F392E" w:rsidRPr="00D6163D" w:rsidRDefault="009F392E" w:rsidP="00FC6389">
          <w:pPr>
            <w:pStyle w:val="Druhdokumentu"/>
          </w:pPr>
        </w:p>
      </w:tc>
    </w:tr>
  </w:tbl>
  <w:p w14:paraId="49D7E4B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A9A3C7C" wp14:editId="7A0F33F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6DB07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1AC"/>
    <w:rsid w:val="000604FC"/>
    <w:rsid w:val="00072C1E"/>
    <w:rsid w:val="000E23A7"/>
    <w:rsid w:val="000F1D97"/>
    <w:rsid w:val="0010693F"/>
    <w:rsid w:val="00114472"/>
    <w:rsid w:val="001550BC"/>
    <w:rsid w:val="001605B9"/>
    <w:rsid w:val="001707D2"/>
    <w:rsid w:val="00170EC5"/>
    <w:rsid w:val="001747C1"/>
    <w:rsid w:val="00184743"/>
    <w:rsid w:val="001A66AA"/>
    <w:rsid w:val="001D2710"/>
    <w:rsid w:val="00207DF5"/>
    <w:rsid w:val="00276140"/>
    <w:rsid w:val="00280E07"/>
    <w:rsid w:val="002C31BF"/>
    <w:rsid w:val="002D08B1"/>
    <w:rsid w:val="002E0CD7"/>
    <w:rsid w:val="003235F6"/>
    <w:rsid w:val="00337739"/>
    <w:rsid w:val="00341DCF"/>
    <w:rsid w:val="00356B4D"/>
    <w:rsid w:val="00357BC6"/>
    <w:rsid w:val="003956C6"/>
    <w:rsid w:val="00441430"/>
    <w:rsid w:val="00450F07"/>
    <w:rsid w:val="00453CD3"/>
    <w:rsid w:val="0046064D"/>
    <w:rsid w:val="00460660"/>
    <w:rsid w:val="00485364"/>
    <w:rsid w:val="00486107"/>
    <w:rsid w:val="00486DF8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43C8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0CD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38D9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F1F21"/>
    <w:rsid w:val="00B15D0D"/>
    <w:rsid w:val="00B571EB"/>
    <w:rsid w:val="00B75EE1"/>
    <w:rsid w:val="00B77481"/>
    <w:rsid w:val="00B8518B"/>
    <w:rsid w:val="00BD7E91"/>
    <w:rsid w:val="00BF2612"/>
    <w:rsid w:val="00C02D0A"/>
    <w:rsid w:val="00C03A6E"/>
    <w:rsid w:val="00C44F6A"/>
    <w:rsid w:val="00C47AE3"/>
    <w:rsid w:val="00CA01AC"/>
    <w:rsid w:val="00CD1FC4"/>
    <w:rsid w:val="00D21061"/>
    <w:rsid w:val="00D4108E"/>
    <w:rsid w:val="00D6163D"/>
    <w:rsid w:val="00D73D46"/>
    <w:rsid w:val="00D831A3"/>
    <w:rsid w:val="00DA03F1"/>
    <w:rsid w:val="00DC75F3"/>
    <w:rsid w:val="00DD46F3"/>
    <w:rsid w:val="00DE56F2"/>
    <w:rsid w:val="00DF116D"/>
    <w:rsid w:val="00E36C4A"/>
    <w:rsid w:val="00E64F32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6004018"/>
  <w14:defaultImageDpi w14:val="32767"/>
  <w15:docId w15:val="{4918E983-6B6E-43DF-B29C-BE0AA2A1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01A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CA01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1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1A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9ABAB2-6E4F-47FF-AE8B-C20A3012C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9A3D82-F418-4B89-87D2-EF7D6037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53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5</cp:revision>
  <cp:lastPrinted>2020-11-24T14:49:00Z</cp:lastPrinted>
  <dcterms:created xsi:type="dcterms:W3CDTF">2020-11-18T09:11:00Z</dcterms:created>
  <dcterms:modified xsi:type="dcterms:W3CDTF">2020-11-24T14:49:00Z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